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F07A69" w:rsidRDefault="00AA1495" w:rsidP="00F07A69">
      <w:pPr>
        <w:pStyle w:val="NoSpacing"/>
        <w:rPr>
          <w:sz w:val="20"/>
          <w:szCs w:val="20"/>
        </w:rPr>
      </w:pPr>
    </w:p>
    <w:p w14:paraId="115BAA19" w14:textId="77777777" w:rsidR="00831E14" w:rsidRPr="00F07A69" w:rsidRDefault="00831E14" w:rsidP="00F07A69">
      <w:pPr>
        <w:pStyle w:val="NoSpacing"/>
        <w:rPr>
          <w:sz w:val="20"/>
          <w:szCs w:val="20"/>
        </w:rPr>
      </w:pPr>
    </w:p>
    <w:p w14:paraId="049940DA" w14:textId="77777777" w:rsidR="00831E14" w:rsidRPr="00F07A69" w:rsidRDefault="00831E14" w:rsidP="00F07A69">
      <w:pPr>
        <w:pStyle w:val="NoSpacing"/>
        <w:rPr>
          <w:sz w:val="20"/>
          <w:szCs w:val="20"/>
        </w:rPr>
      </w:pPr>
    </w:p>
    <w:p w14:paraId="06598E6A" w14:textId="77777777" w:rsidR="00831E14" w:rsidRPr="00F07A69" w:rsidRDefault="00831E14" w:rsidP="00F07A69">
      <w:pPr>
        <w:pStyle w:val="NoSpacing"/>
        <w:rPr>
          <w:sz w:val="20"/>
          <w:szCs w:val="20"/>
        </w:rPr>
      </w:pPr>
    </w:p>
    <w:p w14:paraId="126476D8" w14:textId="77777777" w:rsidR="00F07A69" w:rsidRPr="00E37E90" w:rsidRDefault="00F07A69" w:rsidP="00F07A69">
      <w:pPr>
        <w:pStyle w:val="NoSpacing"/>
        <w:rPr>
          <w:rFonts w:cs="Arial"/>
          <w:sz w:val="20"/>
          <w:szCs w:val="20"/>
        </w:rPr>
      </w:pPr>
      <w:r w:rsidRPr="00E37E90">
        <w:rPr>
          <w:rFonts w:cs="Arial"/>
          <w:b/>
          <w:bCs/>
          <w:sz w:val="20"/>
          <w:szCs w:val="20"/>
        </w:rPr>
        <w:t xml:space="preserve">Thema </w:t>
      </w:r>
    </w:p>
    <w:p w14:paraId="332FFA5C" w14:textId="77777777" w:rsidR="00F07A69" w:rsidRPr="00E37E90" w:rsidRDefault="00F07A69" w:rsidP="00F07A69">
      <w:pPr>
        <w:pStyle w:val="NoSpacing"/>
        <w:rPr>
          <w:rFonts w:cs="Arial"/>
          <w:sz w:val="20"/>
          <w:szCs w:val="20"/>
        </w:rPr>
      </w:pPr>
      <w:r w:rsidRPr="00E37E90">
        <w:rPr>
          <w:rFonts w:cs="Arial"/>
          <w:sz w:val="20"/>
          <w:szCs w:val="20"/>
        </w:rPr>
        <w:t xml:space="preserve">“Bah!” roept Akela, “Wat is die Shere Khan toch een nare tijger, we proberen het beste voor elkaar te krijgen hier in de Jungle met alle dieren, maar hij verpest alles”. Broer Wolf hoort toevallig Akela te morren hier over. “Maar Akela, je klaagt nu wel over Shere Khan, maar laatst plaatste jij ook een opmerking op een foto van Mor op Junglegram, maar die vond dat helemaal niet leuk! Zullen we niet eerst bij onszelf beginnen?” </w:t>
      </w:r>
    </w:p>
    <w:p w14:paraId="40FB5BA6" w14:textId="52A4769C" w:rsidR="00AA1495" w:rsidRPr="00E37E90" w:rsidRDefault="00F07A69" w:rsidP="00F07A69">
      <w:pPr>
        <w:pStyle w:val="NoSpacing"/>
        <w:rPr>
          <w:rFonts w:cs="Arial"/>
          <w:sz w:val="20"/>
          <w:szCs w:val="20"/>
        </w:rPr>
      </w:pPr>
      <w:r w:rsidRPr="00E37E90">
        <w:rPr>
          <w:rFonts w:cs="Arial"/>
          <w:sz w:val="20"/>
          <w:szCs w:val="20"/>
        </w:rPr>
        <w:t xml:space="preserve">Akela kijkt een beetje geschrokken naar Boer Wolf. “Huh? Het was juist heel aardig bedoeld! Ik wilde helemaal niet als een </w:t>
      </w:r>
      <w:proofErr w:type="spellStart"/>
      <w:r w:rsidRPr="00E37E90">
        <w:rPr>
          <w:rFonts w:cs="Arial"/>
          <w:sz w:val="20"/>
          <w:szCs w:val="20"/>
        </w:rPr>
        <w:t>pester</w:t>
      </w:r>
      <w:proofErr w:type="spellEnd"/>
      <w:r w:rsidRPr="00E37E90">
        <w:rPr>
          <w:rFonts w:cs="Arial"/>
          <w:sz w:val="20"/>
          <w:szCs w:val="20"/>
        </w:rPr>
        <w:t xml:space="preserve"> overkomen, maar het is wel zo overgekomen op hem... Ik denk dat ik dat maar even uit moet gaan praten met hem”. Akela voegt nog toe “Wat zijn die andere manieren van communiceren toch moeilijk. Je bedoelt het soms zo niet, maar toch kan iets anders overkomen dan je hoopt”.</w:t>
      </w:r>
    </w:p>
    <w:p w14:paraId="6C308155" w14:textId="77777777" w:rsidR="00F07A69" w:rsidRPr="00E37E90" w:rsidRDefault="00F07A69" w:rsidP="00F07A69">
      <w:pPr>
        <w:pStyle w:val="NoSpacing"/>
        <w:rPr>
          <w:rFonts w:cs="Arial"/>
          <w:sz w:val="20"/>
          <w:szCs w:val="20"/>
        </w:rPr>
      </w:pPr>
    </w:p>
    <w:p w14:paraId="55E684B3" w14:textId="77777777" w:rsidR="00F07A69" w:rsidRPr="00E37E90" w:rsidRDefault="00F07A69" w:rsidP="00F07A69">
      <w:pPr>
        <w:pStyle w:val="NoSpacing"/>
        <w:rPr>
          <w:rFonts w:cs="Arial"/>
          <w:sz w:val="20"/>
          <w:szCs w:val="20"/>
        </w:rPr>
      </w:pPr>
      <w:r w:rsidRPr="00E37E90">
        <w:rPr>
          <w:rFonts w:cs="Arial"/>
          <w:b/>
          <w:bCs/>
          <w:sz w:val="20"/>
          <w:szCs w:val="20"/>
        </w:rPr>
        <w:t xml:space="preserve">Beschrijving </w:t>
      </w:r>
    </w:p>
    <w:p w14:paraId="077DA61D" w14:textId="77777777" w:rsidR="00F07A69" w:rsidRPr="00E37E90" w:rsidRDefault="00F07A69" w:rsidP="00F07A69">
      <w:pPr>
        <w:pStyle w:val="NoSpacing"/>
        <w:rPr>
          <w:rFonts w:cs="Arial"/>
          <w:sz w:val="20"/>
          <w:szCs w:val="20"/>
        </w:rPr>
      </w:pPr>
      <w:r w:rsidRPr="00E37E90">
        <w:rPr>
          <w:rFonts w:cs="Arial"/>
          <w:sz w:val="20"/>
          <w:szCs w:val="20"/>
        </w:rPr>
        <w:t xml:space="preserve">Berichten zend je makkelijk, en soms denk je ook niet goed na over wat voor impact een berichtje kan hebben. Daarom is cyberpesten ook een vrij belangrijk onderwerp waar kinderen zich bewust van moeten worden. Hoe zorgen ze dat ze niet onbedoeld een </w:t>
      </w:r>
      <w:proofErr w:type="spellStart"/>
      <w:r w:rsidRPr="00E37E90">
        <w:rPr>
          <w:rFonts w:cs="Arial"/>
          <w:sz w:val="20"/>
          <w:szCs w:val="20"/>
        </w:rPr>
        <w:t>pester</w:t>
      </w:r>
      <w:proofErr w:type="spellEnd"/>
      <w:r w:rsidRPr="00E37E90">
        <w:rPr>
          <w:rFonts w:cs="Arial"/>
          <w:sz w:val="20"/>
          <w:szCs w:val="20"/>
        </w:rPr>
        <w:t xml:space="preserve"> worden, maar ook wat ze kunnen doen wanneer ze hier slachtoffer van zijn. </w:t>
      </w:r>
    </w:p>
    <w:p w14:paraId="6B6372D2" w14:textId="77777777" w:rsidR="00F07A69" w:rsidRPr="00E37E90" w:rsidRDefault="00F07A69" w:rsidP="00F07A69">
      <w:pPr>
        <w:pStyle w:val="NoSpacing"/>
        <w:rPr>
          <w:rFonts w:cs="Arial"/>
          <w:sz w:val="20"/>
          <w:szCs w:val="20"/>
        </w:rPr>
      </w:pPr>
      <w:r w:rsidRPr="00E37E90">
        <w:rPr>
          <w:rFonts w:cs="Arial"/>
          <w:sz w:val="20"/>
          <w:szCs w:val="20"/>
        </w:rPr>
        <w:t xml:space="preserve">Ga daarom een open gesprek aan met je welpen over de sociale omgangsnormen op het internet. Bedenk daarom enkele stellingen en ga de discussie hierover aan, en kijk hoe je de situatie kan omdenken. Uiteraard kan je hier praktijkvoorbeelden voor gebruiken binnen je groep, maar je kan ook voorbeeldstellingen bedenken als: </w:t>
      </w:r>
    </w:p>
    <w:p w14:paraId="336C5C79" w14:textId="61DD2E94" w:rsidR="00F07A69" w:rsidRPr="00E37E90" w:rsidRDefault="00F07A69" w:rsidP="00F07A69">
      <w:pPr>
        <w:pStyle w:val="NoSpacing"/>
        <w:numPr>
          <w:ilvl w:val="0"/>
          <w:numId w:val="4"/>
        </w:numPr>
        <w:rPr>
          <w:rFonts w:cs="Arial"/>
          <w:sz w:val="20"/>
          <w:szCs w:val="20"/>
        </w:rPr>
      </w:pPr>
      <w:r w:rsidRPr="00E37E90">
        <w:rPr>
          <w:rFonts w:cs="Arial"/>
          <w:sz w:val="20"/>
          <w:szCs w:val="20"/>
        </w:rPr>
        <w:t xml:space="preserve">“Als iemand een lelijke foto online plaatst, moet je hier wat van zeggen” </w:t>
      </w:r>
    </w:p>
    <w:p w14:paraId="32CB7F75" w14:textId="782B84D2" w:rsidR="00F07A69" w:rsidRPr="00E37E90" w:rsidRDefault="00F07A69" w:rsidP="00F07A69">
      <w:pPr>
        <w:pStyle w:val="NoSpacing"/>
        <w:numPr>
          <w:ilvl w:val="0"/>
          <w:numId w:val="4"/>
        </w:numPr>
        <w:rPr>
          <w:rFonts w:cs="Arial"/>
          <w:sz w:val="20"/>
          <w:szCs w:val="20"/>
        </w:rPr>
      </w:pPr>
      <w:r w:rsidRPr="00E37E90">
        <w:rPr>
          <w:rFonts w:cs="Arial"/>
          <w:sz w:val="20"/>
          <w:szCs w:val="20"/>
        </w:rPr>
        <w:t xml:space="preserve">“Ik mag online meer zeggen dan in het echt” </w:t>
      </w:r>
    </w:p>
    <w:p w14:paraId="745BB9B6" w14:textId="4FB0FECB" w:rsidR="00F07A69" w:rsidRPr="00E37E90" w:rsidRDefault="00F07A69" w:rsidP="00F07A69">
      <w:pPr>
        <w:pStyle w:val="NoSpacing"/>
        <w:numPr>
          <w:ilvl w:val="0"/>
          <w:numId w:val="4"/>
        </w:numPr>
        <w:rPr>
          <w:rFonts w:cs="Arial"/>
          <w:sz w:val="20"/>
          <w:szCs w:val="20"/>
        </w:rPr>
      </w:pPr>
      <w:r w:rsidRPr="00E37E90">
        <w:rPr>
          <w:rFonts w:cs="Arial"/>
          <w:sz w:val="20"/>
          <w:szCs w:val="20"/>
        </w:rPr>
        <w:t xml:space="preserve">“Online opmerkingen kunnen je gevoel niet kwetsen” </w:t>
      </w:r>
    </w:p>
    <w:p w14:paraId="7DF07FBD" w14:textId="77777777" w:rsidR="00F07A69" w:rsidRPr="00E37E90" w:rsidRDefault="00F07A69" w:rsidP="00F07A69">
      <w:pPr>
        <w:pStyle w:val="NoSpacing"/>
        <w:rPr>
          <w:rFonts w:cs="Arial"/>
          <w:sz w:val="20"/>
          <w:szCs w:val="20"/>
        </w:rPr>
      </w:pPr>
    </w:p>
    <w:p w14:paraId="0E6162D6" w14:textId="77777777" w:rsidR="00F07A69" w:rsidRPr="00E37E90" w:rsidRDefault="00F07A69" w:rsidP="00F07A69">
      <w:pPr>
        <w:pStyle w:val="NoSpacing"/>
        <w:rPr>
          <w:rFonts w:cs="Arial"/>
          <w:sz w:val="20"/>
          <w:szCs w:val="20"/>
        </w:rPr>
      </w:pPr>
      <w:r w:rsidRPr="00E37E90">
        <w:rPr>
          <w:rFonts w:cs="Arial"/>
          <w:sz w:val="20"/>
          <w:szCs w:val="20"/>
        </w:rPr>
        <w:t xml:space="preserve">Het allerbelangrijkste is dat je iedereen bij zo'n discussie in zijn waarde laat, maar zeker bewust maakt van wat hun acties bij anderen voor consequenties kunnen hebben, zeker ook online. </w:t>
      </w:r>
    </w:p>
    <w:p w14:paraId="72341896" w14:textId="77777777" w:rsidR="00F07A69" w:rsidRPr="00E37E90" w:rsidRDefault="00F07A69" w:rsidP="00F07A69">
      <w:pPr>
        <w:pStyle w:val="NoSpacing"/>
        <w:rPr>
          <w:rFonts w:cs="Arial"/>
          <w:sz w:val="20"/>
          <w:szCs w:val="20"/>
        </w:rPr>
      </w:pPr>
    </w:p>
    <w:p w14:paraId="28A26F26" w14:textId="77777777" w:rsidR="00F07A69" w:rsidRPr="00E37E90" w:rsidRDefault="00F07A69" w:rsidP="00F07A69">
      <w:pPr>
        <w:pStyle w:val="NoSpacing"/>
        <w:rPr>
          <w:rFonts w:cs="Arial"/>
          <w:sz w:val="20"/>
          <w:szCs w:val="20"/>
        </w:rPr>
      </w:pPr>
      <w:r w:rsidRPr="00E37E90">
        <w:rPr>
          <w:rFonts w:cs="Arial"/>
          <w:b/>
          <w:bCs/>
          <w:sz w:val="20"/>
          <w:szCs w:val="20"/>
        </w:rPr>
        <w:t xml:space="preserve">Benodigdheden </w:t>
      </w:r>
    </w:p>
    <w:p w14:paraId="6B671009" w14:textId="53D96840" w:rsidR="00F07A69" w:rsidRPr="00E37E90" w:rsidRDefault="00F07A69" w:rsidP="00F07A69">
      <w:pPr>
        <w:pStyle w:val="NoSpacing"/>
        <w:numPr>
          <w:ilvl w:val="0"/>
          <w:numId w:val="4"/>
        </w:numPr>
        <w:rPr>
          <w:rFonts w:cs="Arial"/>
          <w:sz w:val="20"/>
          <w:szCs w:val="20"/>
        </w:rPr>
      </w:pPr>
      <w:r w:rsidRPr="00E37E90">
        <w:rPr>
          <w:rFonts w:cs="Arial"/>
          <w:sz w:val="20"/>
          <w:szCs w:val="20"/>
        </w:rPr>
        <w:t xml:space="preserve">Set aan stellingen </w:t>
      </w:r>
    </w:p>
    <w:p w14:paraId="353EA720" w14:textId="77777777" w:rsidR="00F07A69" w:rsidRPr="00E37E90" w:rsidRDefault="00F07A69" w:rsidP="00F07A69">
      <w:pPr>
        <w:pStyle w:val="NoSpacing"/>
        <w:rPr>
          <w:rFonts w:cs="Arial"/>
          <w:sz w:val="20"/>
          <w:szCs w:val="20"/>
        </w:rPr>
      </w:pPr>
    </w:p>
    <w:p w14:paraId="35C42AF3" w14:textId="6FC32903" w:rsidR="00F07A69" w:rsidRPr="00E37E90" w:rsidRDefault="00F07A69" w:rsidP="00F07A69">
      <w:pPr>
        <w:pStyle w:val="NoSpacing"/>
        <w:rPr>
          <w:rFonts w:cs="Arial"/>
          <w:b/>
          <w:bCs/>
          <w:sz w:val="20"/>
          <w:szCs w:val="20"/>
        </w:rPr>
      </w:pPr>
      <w:r w:rsidRPr="00E37E90">
        <w:rPr>
          <w:rFonts w:cs="Arial"/>
          <w:b/>
          <w:bCs/>
          <w:sz w:val="20"/>
          <w:szCs w:val="20"/>
        </w:rPr>
        <w:t>Activiteitengebieden</w:t>
      </w:r>
    </w:p>
    <w:p w14:paraId="0B7F7E0D" w14:textId="5F1D7DA7" w:rsidR="00AA1495" w:rsidRPr="00E37E90" w:rsidRDefault="00F07A69" w:rsidP="00F07A69">
      <w:pPr>
        <w:pStyle w:val="NoSpacing"/>
        <w:numPr>
          <w:ilvl w:val="0"/>
          <w:numId w:val="4"/>
        </w:numPr>
        <w:rPr>
          <w:rFonts w:cs="Arial"/>
          <w:sz w:val="20"/>
          <w:szCs w:val="20"/>
        </w:rPr>
      </w:pPr>
      <w:r w:rsidRPr="00E37E90">
        <w:rPr>
          <w:rFonts w:cs="Arial"/>
          <w:sz w:val="20"/>
          <w:szCs w:val="20"/>
        </w:rPr>
        <w:t>Veilig &amp; Gezond</w:t>
      </w:r>
    </w:p>
    <w:sectPr w:rsidR="00AA1495" w:rsidRPr="00E37E90" w:rsidSect="00067304">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608EE5" w14:textId="77777777" w:rsidR="00A772E1" w:rsidRDefault="00A772E1" w:rsidP="00AA1495">
      <w:pPr>
        <w:spacing w:line="240" w:lineRule="auto"/>
      </w:pPr>
      <w:r>
        <w:separator/>
      </w:r>
    </w:p>
  </w:endnote>
  <w:endnote w:type="continuationSeparator" w:id="0">
    <w:p w14:paraId="0D517DE3" w14:textId="77777777" w:rsidR="00A772E1" w:rsidRDefault="00A772E1"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7982C" w14:textId="77777777" w:rsidR="00A772E1" w:rsidRDefault="00A772E1" w:rsidP="00AA1495">
      <w:pPr>
        <w:spacing w:line="240" w:lineRule="auto"/>
      </w:pPr>
      <w:r>
        <w:separator/>
      </w:r>
    </w:p>
  </w:footnote>
  <w:footnote w:type="continuationSeparator" w:id="0">
    <w:p w14:paraId="5D26BA6C" w14:textId="77777777" w:rsidR="00A772E1" w:rsidRDefault="00A772E1"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20C2266B"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044751">
      <w:rPr>
        <w:color w:val="FFFFFF" w:themeColor="background1"/>
      </w:rPr>
      <w:t>2023</w:t>
    </w:r>
  </w:p>
  <w:p w14:paraId="6D2E3346" w14:textId="5CA8BD4D" w:rsidR="00831E14" w:rsidRPr="008B23FF" w:rsidRDefault="00F07A69" w:rsidP="00831E14">
    <w:pPr>
      <w:pStyle w:val="Title"/>
      <w:rPr>
        <w:color w:val="FFFFFF" w:themeColor="background1"/>
      </w:rPr>
    </w:pPr>
    <w:r>
      <w:rPr>
        <w:color w:val="FFFFFF" w:themeColor="background1"/>
      </w:rPr>
      <w:t>Gevaarlijke communicatie</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61E72163"/>
    <w:multiLevelType w:val="hybridMultilevel"/>
    <w:tmpl w:val="6EA2DED2"/>
    <w:lvl w:ilvl="0" w:tplc="8A7641CA">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A532E3"/>
    <w:multiLevelType w:val="hybridMultilevel"/>
    <w:tmpl w:val="B2B8E0C2"/>
    <w:lvl w:ilvl="0" w:tplc="C6347166">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30877603">
    <w:abstractNumId w:val="0"/>
  </w:num>
  <w:num w:numId="2" w16cid:durableId="1396391503">
    <w:abstractNumId w:val="1"/>
  </w:num>
  <w:num w:numId="3" w16cid:durableId="563031328">
    <w:abstractNumId w:val="3"/>
  </w:num>
  <w:num w:numId="4" w16cid:durableId="14478498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44751"/>
    <w:rsid w:val="00067304"/>
    <w:rsid w:val="00075309"/>
    <w:rsid w:val="001068AA"/>
    <w:rsid w:val="001B594A"/>
    <w:rsid w:val="00302AD2"/>
    <w:rsid w:val="00440466"/>
    <w:rsid w:val="004F1D93"/>
    <w:rsid w:val="005153E6"/>
    <w:rsid w:val="005837D4"/>
    <w:rsid w:val="005E31B0"/>
    <w:rsid w:val="00656311"/>
    <w:rsid w:val="00790541"/>
    <w:rsid w:val="00831E14"/>
    <w:rsid w:val="00835635"/>
    <w:rsid w:val="008B23FF"/>
    <w:rsid w:val="008D301C"/>
    <w:rsid w:val="009839E5"/>
    <w:rsid w:val="009B1B2C"/>
    <w:rsid w:val="00A15E9C"/>
    <w:rsid w:val="00A61FF3"/>
    <w:rsid w:val="00A772E1"/>
    <w:rsid w:val="00AA1495"/>
    <w:rsid w:val="00BA662F"/>
    <w:rsid w:val="00BB3528"/>
    <w:rsid w:val="00CC37B9"/>
    <w:rsid w:val="00CF51FF"/>
    <w:rsid w:val="00E37E90"/>
    <w:rsid w:val="00EA6601"/>
    <w:rsid w:val="00EF4AA1"/>
    <w:rsid w:val="00EF5140"/>
    <w:rsid w:val="00F07A69"/>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40466"/>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3</TotalTime>
  <Pages>1</Pages>
  <Words>291</Words>
  <Characters>1663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dcterms:created xsi:type="dcterms:W3CDTF">2025-09-03T09:06:00Z</dcterms:created>
  <dcterms:modified xsi:type="dcterms:W3CDTF">2025-09-05T09:00:00Z</dcterms:modified>
</cp:coreProperties>
</file>